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D3B47" w14:textId="77777777" w:rsidR="00535962" w:rsidRPr="00F7167E" w:rsidRDefault="00BA4E47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DB95780" wp14:editId="6D109D9A">
                <wp:simplePos x="0" y="0"/>
                <wp:positionH relativeFrom="column">
                  <wp:posOffset>4286250</wp:posOffset>
                </wp:positionH>
                <wp:positionV relativeFrom="paragraph">
                  <wp:posOffset>-590550</wp:posOffset>
                </wp:positionV>
                <wp:extent cx="2038521" cy="701040"/>
                <wp:effectExtent l="0" t="0" r="1905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521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06"/>
                            <a:ext cx="2413" cy="847"/>
                            <a:chOff x="9151" y="762"/>
                            <a:chExt cx="2009" cy="78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75"/>
                              <a:ext cx="2009" cy="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56ADF" w14:textId="10AEF430" w:rsidR="001466B0" w:rsidRPr="00535962" w:rsidRDefault="005F7DB8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CONADIS-CCC-LPN-202</w:t>
                                    </w:r>
                                    <w:r w:rsidR="002E086F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-000</w:t>
                                    </w:r>
                                    <w:r w:rsidR="00975566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62"/>
                              <a:ext cx="2009" cy="413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9281B0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95780" id="Group 21" o:spid="_x0000_s1026" style="position:absolute;margin-left:337.5pt;margin-top:-46.5pt;width:160.5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606;width:2413;height:847" coordorigin="9151,762" coordsize="2009,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175;width:2009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56ADF" w14:textId="10AEF430" w:rsidR="001466B0" w:rsidRPr="00535962" w:rsidRDefault="005F7DB8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CONADIS-CCC-LPN-202</w:t>
                              </w:r>
                              <w:r w:rsidR="002E086F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-000</w:t>
                              </w:r>
                              <w:r w:rsidR="00975566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62;width:2009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3C9281B0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CCB0DA" wp14:editId="76A993FA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8AC41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B0DA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3E78AC41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 wp14:anchorId="629ED687" wp14:editId="0298EADD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6D064" wp14:editId="4C255755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1B32F" w14:textId="77777777" w:rsidR="0026335F" w:rsidRPr="0026335F" w:rsidRDefault="00BD3A3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D064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521B32F" w14:textId="77777777" w:rsidR="0026335F" w:rsidRPr="0026335F" w:rsidRDefault="00BD3A3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9441E7" wp14:editId="1C41D4EA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0" t="0" r="0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8DBB8D5" w14:textId="0CB6AF52" w:rsidR="00BC61BD" w:rsidRPr="00BC61BD" w:rsidRDefault="008C71E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5770A6BE" wp14:editId="0AB06D19">
                                      <wp:extent cx="845820" cy="845820"/>
                                      <wp:effectExtent l="0" t="0" r="0" b="0"/>
                                      <wp:docPr id="1390266180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0266180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441E7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18DBB8D5" w14:textId="0CB6AF52" w:rsidR="00BC61BD" w:rsidRPr="00BC61BD" w:rsidRDefault="008C71E8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5770A6BE" wp14:editId="0AB06D19">
                                <wp:extent cx="845820" cy="845820"/>
                                <wp:effectExtent l="0" t="0" r="0" b="0"/>
                                <wp:docPr id="1390266180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90266180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2C7E0F1" w14:textId="77777777" w:rsidR="00535962" w:rsidRPr="00535962" w:rsidRDefault="00BA4E47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95C6B9" wp14:editId="0DF59FFF">
                <wp:simplePos x="0" y="0"/>
                <wp:positionH relativeFrom="column">
                  <wp:posOffset>1759718</wp:posOffset>
                </wp:positionH>
                <wp:positionV relativeFrom="paragraph">
                  <wp:posOffset>156352</wp:posOffset>
                </wp:positionV>
                <wp:extent cx="236106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06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92E1" w14:textId="77777777" w:rsidR="002E1412" w:rsidRPr="002E1412" w:rsidRDefault="00BD3A3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A4E47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C6B9" id="Text Box 16" o:spid="_x0000_s1034" type="#_x0000_t202" style="position:absolute;margin-left:138.55pt;margin-top:12.3pt;width:185.9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" stroked="f">
                <v:textbox>
                  <w:txbxContent>
                    <w:p w14:paraId="1E7192E1" w14:textId="77777777" w:rsidR="002E1412" w:rsidRPr="002E1412" w:rsidRDefault="00BD3A31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A4E47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7A59F" wp14:editId="77699023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86C6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7A59F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0D286C6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7DB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90D68B2" w14:textId="77777777" w:rsidR="00535962" w:rsidRDefault="00535962" w:rsidP="00535962"/>
    <w:p w14:paraId="12766B4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3FE4AF2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B8494" wp14:editId="45A9F0F7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D45D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8494"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" stroked="f">
                <v:textbox>
                  <w:txbxContent>
                    <w:p w14:paraId="4D79D45D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2D8E230C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8E0D59" wp14:editId="1BA2CC1A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97CD5" w14:textId="77777777" w:rsidR="002E1412" w:rsidRPr="002E1412" w:rsidRDefault="00BD3A3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E0D59"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" stroked="f">
                <v:textbox>
                  <w:txbxContent>
                    <w:p w14:paraId="63597CD5" w14:textId="77777777" w:rsidR="002E1412" w:rsidRPr="002E1412" w:rsidRDefault="00BD3A31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0E343DF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69AFAAE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133C91E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5B50110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5BF68F9D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CF05AD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0273F96" w14:textId="77777777" w:rsidTr="00E82502">
        <w:trPr>
          <w:cantSplit/>
          <w:trHeight w:val="440"/>
        </w:trPr>
        <w:tc>
          <w:tcPr>
            <w:tcW w:w="9252" w:type="dxa"/>
          </w:tcPr>
          <w:p w14:paraId="4BD9DE05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46B625E4" w14:textId="77777777" w:rsidTr="00E82502">
        <w:trPr>
          <w:cantSplit/>
          <w:trHeight w:val="440"/>
        </w:trPr>
        <w:tc>
          <w:tcPr>
            <w:tcW w:w="9252" w:type="dxa"/>
          </w:tcPr>
          <w:p w14:paraId="7CBF01D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F82EEA8" w14:textId="77777777" w:rsidTr="00E82502">
        <w:trPr>
          <w:cantSplit/>
          <w:trHeight w:val="440"/>
        </w:trPr>
        <w:tc>
          <w:tcPr>
            <w:tcW w:w="9252" w:type="dxa"/>
          </w:tcPr>
          <w:p w14:paraId="54D878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3D0266F" w14:textId="77777777" w:rsidTr="00E82502">
        <w:trPr>
          <w:cantSplit/>
          <w:trHeight w:val="440"/>
        </w:trPr>
        <w:tc>
          <w:tcPr>
            <w:tcW w:w="9252" w:type="dxa"/>
          </w:tcPr>
          <w:p w14:paraId="2D0A6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522CD552" w14:textId="77777777" w:rsidTr="00E82502">
        <w:trPr>
          <w:cantSplit/>
          <w:trHeight w:val="440"/>
        </w:trPr>
        <w:tc>
          <w:tcPr>
            <w:tcW w:w="9252" w:type="dxa"/>
          </w:tcPr>
          <w:p w14:paraId="635F181C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5ABD004B" w14:textId="77777777" w:rsidTr="00E82502">
        <w:trPr>
          <w:cantSplit/>
          <w:trHeight w:val="440"/>
        </w:trPr>
        <w:tc>
          <w:tcPr>
            <w:tcW w:w="9252" w:type="dxa"/>
          </w:tcPr>
          <w:p w14:paraId="1D007AE4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367736F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1684C68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7EBFE062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220FFF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1FC117C3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FD4CF" w14:textId="77777777" w:rsidR="00047265" w:rsidRDefault="00047265" w:rsidP="001007E7">
      <w:pPr>
        <w:spacing w:after="0" w:line="240" w:lineRule="auto"/>
      </w:pPr>
      <w:r>
        <w:separator/>
      </w:r>
    </w:p>
  </w:endnote>
  <w:endnote w:type="continuationSeparator" w:id="0">
    <w:p w14:paraId="47F92691" w14:textId="77777777" w:rsidR="00047265" w:rsidRDefault="0004726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0DEFF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EA62E80" wp14:editId="38529E0C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85F904" wp14:editId="32AEF34F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F767D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1D1174FA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5F9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471F767D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1D1174FA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B8E3E7" wp14:editId="5C0C1CB0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1CD9C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8E3E7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2FB1CD9C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087C7F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40DF9D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737452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E661B3A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E2F6347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79B2A" w14:textId="77777777" w:rsidR="00047265" w:rsidRDefault="00047265" w:rsidP="001007E7">
      <w:pPr>
        <w:spacing w:after="0" w:line="240" w:lineRule="auto"/>
      </w:pPr>
      <w:r>
        <w:separator/>
      </w:r>
    </w:p>
  </w:footnote>
  <w:footnote w:type="continuationSeparator" w:id="0">
    <w:p w14:paraId="2D72AC7A" w14:textId="77777777" w:rsidR="00047265" w:rsidRDefault="00047265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5479"/>
    <w:rsid w:val="00047265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086F"/>
    <w:rsid w:val="002E1412"/>
    <w:rsid w:val="00314023"/>
    <w:rsid w:val="00341484"/>
    <w:rsid w:val="00392351"/>
    <w:rsid w:val="003A6141"/>
    <w:rsid w:val="00404131"/>
    <w:rsid w:val="0042490F"/>
    <w:rsid w:val="00430757"/>
    <w:rsid w:val="004379A6"/>
    <w:rsid w:val="0044234A"/>
    <w:rsid w:val="00456C17"/>
    <w:rsid w:val="00466B9C"/>
    <w:rsid w:val="004B30DA"/>
    <w:rsid w:val="004D45A8"/>
    <w:rsid w:val="00535962"/>
    <w:rsid w:val="005F7DB8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A0AA4"/>
    <w:rsid w:val="007B0E1F"/>
    <w:rsid w:val="007B6F6F"/>
    <w:rsid w:val="00820C9F"/>
    <w:rsid w:val="0082707E"/>
    <w:rsid w:val="008315B0"/>
    <w:rsid w:val="008B3AE5"/>
    <w:rsid w:val="008C388B"/>
    <w:rsid w:val="008C71E8"/>
    <w:rsid w:val="008E534E"/>
    <w:rsid w:val="00966EEE"/>
    <w:rsid w:val="00975566"/>
    <w:rsid w:val="00977C54"/>
    <w:rsid w:val="00A16099"/>
    <w:rsid w:val="00A640BD"/>
    <w:rsid w:val="00A641A7"/>
    <w:rsid w:val="00A72F42"/>
    <w:rsid w:val="00A84CDE"/>
    <w:rsid w:val="00AD7919"/>
    <w:rsid w:val="00AF2E6B"/>
    <w:rsid w:val="00B62EEF"/>
    <w:rsid w:val="00B97B51"/>
    <w:rsid w:val="00B97DC1"/>
    <w:rsid w:val="00BA0007"/>
    <w:rsid w:val="00BA4E47"/>
    <w:rsid w:val="00BB1D79"/>
    <w:rsid w:val="00BC1D0C"/>
    <w:rsid w:val="00BC61BD"/>
    <w:rsid w:val="00BD1586"/>
    <w:rsid w:val="00BD3A3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488D0D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BAD-D18A-4D8D-A410-28568CB0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5</cp:revision>
  <cp:lastPrinted>2011-03-04T18:48:00Z</cp:lastPrinted>
  <dcterms:created xsi:type="dcterms:W3CDTF">2024-06-27T19:28:00Z</dcterms:created>
  <dcterms:modified xsi:type="dcterms:W3CDTF">2025-10-08T21:31:00Z</dcterms:modified>
</cp:coreProperties>
</file>